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4AE4F218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5E5641">
        <w:rPr>
          <w:rFonts w:cs="Arial"/>
          <w:color w:val="000000"/>
          <w:sz w:val="22"/>
        </w:rPr>
        <w:t>21.01</w:t>
      </w:r>
      <w:r w:rsidRPr="00316376">
        <w:rPr>
          <w:rFonts w:cs="Arial"/>
          <w:color w:val="000000"/>
          <w:sz w:val="22"/>
        </w:rPr>
        <w:t>.202</w:t>
      </w:r>
      <w:r w:rsidR="005E5641">
        <w:rPr>
          <w:rFonts w:cs="Arial"/>
          <w:color w:val="000000"/>
          <w:sz w:val="22"/>
        </w:rPr>
        <w:t>6</w:t>
      </w:r>
      <w:r w:rsidRPr="00316376">
        <w:rPr>
          <w:rFonts w:cs="Arial"/>
          <w:color w:val="000000"/>
          <w:sz w:val="22"/>
        </w:rPr>
        <w:t xml:space="preserve"> nr JV-MAA-1/</w:t>
      </w:r>
      <w:r w:rsidR="005E5641">
        <w:rPr>
          <w:rFonts w:cs="Arial"/>
          <w:color w:val="000000"/>
          <w:sz w:val="22"/>
        </w:rPr>
        <w:t>222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5BCE477E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5E5641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086C14C4" w:rsidR="000505BA" w:rsidRPr="000B2E35" w:rsidRDefault="005E5641" w:rsidP="005E564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5E564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IP7592 „Pajusti-1005 (</w:t>
            </w:r>
            <w:proofErr w:type="spellStart"/>
            <w:r w:rsidRPr="005E564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Roela</w:t>
            </w:r>
            <w:proofErr w:type="spellEnd"/>
            <w:r w:rsidRPr="005E564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) rekonstrueerimine, I etapp, Viru-Jaagupi alevik, Vinni vald, Lääne-Viru maakond“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7019240B" w:rsidR="00A67711" w:rsidRPr="00A67711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5E564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Ivo Maaten</w:t>
            </w:r>
          </w:p>
          <w:p w14:paraId="293EFB39" w14:textId="77F19DEB" w:rsidR="000505BA" w:rsidRPr="000B2E35" w:rsidRDefault="00152340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1A4A30CF" w:rsidR="000505BA" w:rsidRPr="000B2E35" w:rsidRDefault="005E564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5E564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16.12.2025  nr 7.1-2/25/13692-6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16DEC8F7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5E5641">
              <w:rPr>
                <w:rFonts w:ascii="Times New Roman" w:hAnsi="Times New Roman"/>
                <w:b/>
                <w:lang w:val="et-EE"/>
              </w:rPr>
              <w:t xml:space="preserve">17104 Koeravere – Viru-Jaagupi </w:t>
            </w:r>
            <w:r w:rsidR="00691B39" w:rsidRPr="00691B39">
              <w:rPr>
                <w:rFonts w:ascii="Times New Roman" w:hAnsi="Times New Roman"/>
                <w:b/>
                <w:lang w:val="et-EE"/>
              </w:rPr>
              <w:t>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5E5641">
        <w:trPr>
          <w:trHeight w:val="415"/>
        </w:trPr>
        <w:tc>
          <w:tcPr>
            <w:tcW w:w="3227" w:type="dxa"/>
            <w:vMerge/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right w:val="single" w:sz="4" w:space="0" w:color="auto"/>
            </w:tcBorders>
            <w:hideMark/>
          </w:tcPr>
          <w:p w14:paraId="52C62D01" w14:textId="1B62C377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5E5641">
              <w:rPr>
                <w:rFonts w:ascii="Times New Roman" w:hAnsi="Times New Roman"/>
                <w:bCs/>
                <w:lang w:val="et-EE"/>
              </w:rPr>
              <w:t>90002:003:1090</w:t>
            </w:r>
          </w:p>
          <w:p w14:paraId="17B972FB" w14:textId="4D50C875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5E5641">
              <w:rPr>
                <w:rFonts w:ascii="Times New Roman" w:hAnsi="Times New Roman"/>
                <w:bCs/>
                <w:lang w:val="et-EE"/>
              </w:rPr>
              <w:t>8876650</w:t>
            </w:r>
          </w:p>
          <w:p w14:paraId="621A3798" w14:textId="2EB55666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5E5641" w:rsidRPr="005E5641">
              <w:rPr>
                <w:rFonts w:ascii="Times New Roman" w:hAnsi="Times New Roman"/>
                <w:bCs/>
                <w:lang w:val="et-EE"/>
              </w:rPr>
              <w:t>17104 Koeravere – Viru-Jaagupi</w:t>
            </w:r>
            <w:r w:rsidR="005E5641"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0DA14518" w14:textId="5C55132E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5E5641">
              <w:rPr>
                <w:rFonts w:ascii="Times New Roman" w:hAnsi="Times New Roman"/>
                <w:bCs/>
                <w:lang w:val="et-EE"/>
              </w:rPr>
              <w:t>7981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5DBEEB23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</w:t>
            </w:r>
            <w:r w:rsidR="005E5641">
              <w:rPr>
                <w:rFonts w:ascii="Times New Roman" w:hAnsi="Times New Roman"/>
                <w:bCs/>
                <w:lang w:val="et-EE"/>
              </w:rPr>
              <w:t>1075330</w:t>
            </w:r>
          </w:p>
          <w:p w14:paraId="28F0A770" w14:textId="31B65DDE" w:rsidR="005E3CE1" w:rsidRDefault="005E5641" w:rsidP="003D28C5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833B4E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https://pari.kataster.ee/magic-link/09dd8294-9a6e-4a2e-ad09-f1c997d1067f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255E221" w14:textId="77777777" w:rsidR="003D28C5" w:rsidRDefault="003D28C5" w:rsidP="003D28C5">
            <w:pPr>
              <w:rPr>
                <w:rFonts w:ascii="Times New Roman" w:hAnsi="Times New Roman"/>
                <w:bCs/>
                <w:lang w:val="et-EE"/>
              </w:rPr>
            </w:pPr>
          </w:p>
          <w:p w14:paraId="1292C15E" w14:textId="77777777" w:rsidR="003D28C5" w:rsidRPr="000B2E35" w:rsidRDefault="003D28C5" w:rsidP="003D28C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270CAE03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5E5641" w:rsidRPr="000B2E35" w14:paraId="242BA7B6" w14:textId="77777777" w:rsidTr="002339E9">
        <w:trPr>
          <w:trHeight w:val="415"/>
        </w:trPr>
        <w:tc>
          <w:tcPr>
            <w:tcW w:w="3227" w:type="dxa"/>
            <w:tcBorders>
              <w:bottom w:val="single" w:sz="4" w:space="0" w:color="auto"/>
            </w:tcBorders>
          </w:tcPr>
          <w:p w14:paraId="4C8A77D2" w14:textId="4770FD35" w:rsidR="005E5641" w:rsidRDefault="005E5641" w:rsidP="005E564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7239511" w14:textId="77777777" w:rsidR="005E5641" w:rsidRPr="008342C4" w:rsidRDefault="005E5641" w:rsidP="005E564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B1AAEF4" w14:textId="1764A49A" w:rsidR="005E5641" w:rsidRPr="008342C4" w:rsidRDefault="002339E9" w:rsidP="005E564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2</w:t>
            </w:r>
            <w:r w:rsidR="005E5641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5E564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9B69132" w14:textId="77777777" w:rsidR="005E5641" w:rsidRDefault="005E5641" w:rsidP="005E564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ECFABD" w14:textId="77777777" w:rsidR="005E5641" w:rsidRDefault="005E5641" w:rsidP="005E564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D5BFAC1" w14:textId="77777777" w:rsidR="005E5641" w:rsidRDefault="005E5641" w:rsidP="005E564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CAF8CA4" w14:textId="77777777" w:rsidR="005E5641" w:rsidRDefault="005E5641" w:rsidP="005E564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5B330D7" w14:textId="77777777" w:rsidR="005E5641" w:rsidRDefault="005E5641" w:rsidP="005E564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66589F7" w14:textId="77777777" w:rsidR="005E5641" w:rsidRDefault="005E5641" w:rsidP="005E564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06A84C1" w14:textId="77777777" w:rsidR="005E5641" w:rsidRDefault="005E5641" w:rsidP="005E564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5DE3C08" w14:textId="77777777" w:rsidR="005E5641" w:rsidRPr="000B2E35" w:rsidRDefault="005E5641" w:rsidP="005E564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11738030" w14:textId="19D8767D" w:rsidR="005E5641" w:rsidRDefault="005E5641" w:rsidP="005E564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lastRenderedPageBreak/>
              <w:t xml:space="preserve">Riigitee nr. </w:t>
            </w:r>
            <w:r>
              <w:rPr>
                <w:rFonts w:ascii="Times New Roman" w:hAnsi="Times New Roman"/>
                <w:b/>
                <w:lang w:val="et-EE"/>
              </w:rPr>
              <w:t>21 Rakvere-Luige</w:t>
            </w:r>
            <w:r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691B39">
              <w:rPr>
                <w:rFonts w:ascii="Times New Roman" w:hAnsi="Times New Roman"/>
                <w:b/>
                <w:lang w:val="et-EE"/>
              </w:rPr>
              <w:t>tee</w:t>
            </w:r>
          </w:p>
          <w:p w14:paraId="17095B07" w14:textId="77777777" w:rsidR="005E5641" w:rsidRPr="008F0BAD" w:rsidRDefault="005E5641" w:rsidP="005E5641">
            <w:pPr>
              <w:rPr>
                <w:rFonts w:ascii="Times New Roman" w:hAnsi="Times New Roman"/>
                <w:b/>
                <w:lang w:val="et-EE"/>
              </w:rPr>
            </w:pPr>
          </w:p>
          <w:p w14:paraId="5CF5D340" w14:textId="77777777" w:rsidR="005E5641" w:rsidRDefault="005E5641" w:rsidP="005E564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4362B80C" w14:textId="2944BC5C" w:rsidR="005E5641" w:rsidRPr="00B72E9F" w:rsidRDefault="005E5641" w:rsidP="005E564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lastRenderedPageBreak/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>90002:003:1</w:t>
            </w:r>
            <w:r>
              <w:rPr>
                <w:rFonts w:ascii="Times New Roman" w:hAnsi="Times New Roman"/>
                <w:bCs/>
                <w:lang w:val="et-EE"/>
              </w:rPr>
              <w:t>110</w:t>
            </w:r>
          </w:p>
          <w:p w14:paraId="3D3B6DA4" w14:textId="01668F27" w:rsidR="005E5641" w:rsidRPr="00B72E9F" w:rsidRDefault="005E5641" w:rsidP="005E564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6100050</w:t>
            </w:r>
          </w:p>
          <w:p w14:paraId="2BE9F8C8" w14:textId="66EFD9AD" w:rsidR="005E5641" w:rsidRDefault="005E5641" w:rsidP="005E564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>
              <w:rPr>
                <w:rFonts w:ascii="Times New Roman" w:hAnsi="Times New Roman"/>
                <w:bCs/>
                <w:lang w:val="et-EE"/>
              </w:rPr>
              <w:t>21 Rakvere-Luige</w:t>
            </w:r>
            <w:r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691B39"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49F9E014" w14:textId="263078E7" w:rsidR="005E5641" w:rsidRDefault="005E5641" w:rsidP="005E564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2339E9">
              <w:rPr>
                <w:rFonts w:ascii="Times New Roman" w:hAnsi="Times New Roman"/>
                <w:bCs/>
                <w:lang w:val="et-EE"/>
              </w:rPr>
              <w:t>69163</w:t>
            </w:r>
          </w:p>
          <w:p w14:paraId="12164DCA" w14:textId="77777777" w:rsidR="005E5641" w:rsidRPr="00B72E9F" w:rsidRDefault="005E5641" w:rsidP="005E564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7CB2EEC8" w14:textId="42F0252E" w:rsidR="005E5641" w:rsidRDefault="005E5641" w:rsidP="005E564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>
              <w:rPr>
                <w:rFonts w:ascii="Times New Roman" w:hAnsi="Times New Roman"/>
                <w:bCs/>
                <w:lang w:val="et-EE"/>
              </w:rPr>
              <w:t>POS 1 ruumikuju 10753</w:t>
            </w:r>
            <w:r w:rsidR="002339E9">
              <w:rPr>
                <w:rFonts w:ascii="Times New Roman" w:hAnsi="Times New Roman"/>
                <w:bCs/>
                <w:lang w:val="et-EE"/>
              </w:rPr>
              <w:t>19</w:t>
            </w:r>
          </w:p>
          <w:p w14:paraId="61CF2773" w14:textId="055CC752" w:rsidR="005E5641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hyperlink r:id="rId14" w:history="1">
              <w:r w:rsidRPr="00833B4E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https://pari.kataster.ee/magic-link/0cf71421-0114-4e0e-a0cc-674117225838</w:t>
              </w:r>
            </w:hyperlink>
          </w:p>
          <w:p w14:paraId="29B1C6FD" w14:textId="6962566A" w:rsidR="002339E9" w:rsidRPr="00B72E9F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  <w:tr w:rsidR="002339E9" w:rsidRPr="000B2E35" w14:paraId="279234F3" w14:textId="77777777" w:rsidTr="002339E9">
        <w:trPr>
          <w:trHeight w:val="7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BD84E" w14:textId="4FCE582D" w:rsidR="002339E9" w:rsidRDefault="002339E9" w:rsidP="002339E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3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25A60732" w14:textId="77777777" w:rsidR="002339E9" w:rsidRPr="008342C4" w:rsidRDefault="002339E9" w:rsidP="002339E9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082E5218" w14:textId="77777777" w:rsidR="002339E9" w:rsidRPr="000B2E35" w:rsidRDefault="002339E9" w:rsidP="002339E9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3A77" w14:textId="3D6DF359" w:rsidR="002339E9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>
              <w:rPr>
                <w:rFonts w:ascii="Times New Roman" w:hAnsi="Times New Roman"/>
                <w:b/>
                <w:lang w:val="et-EE"/>
              </w:rPr>
              <w:t>1710</w:t>
            </w:r>
            <w:r>
              <w:rPr>
                <w:rFonts w:ascii="Times New Roman" w:hAnsi="Times New Roman"/>
                <w:b/>
                <w:lang w:val="et-EE"/>
              </w:rPr>
              <w:t>2</w:t>
            </w:r>
            <w:r>
              <w:rPr>
                <w:rFonts w:ascii="Times New Roman" w:hAnsi="Times New Roman"/>
                <w:b/>
                <w:lang w:val="et-EE"/>
              </w:rPr>
              <w:t xml:space="preserve"> </w:t>
            </w:r>
            <w:r>
              <w:rPr>
                <w:rFonts w:ascii="Times New Roman" w:hAnsi="Times New Roman"/>
                <w:b/>
                <w:lang w:val="et-EE"/>
              </w:rPr>
              <w:t>Viru -Jaagupi - Simuna</w:t>
            </w:r>
            <w:r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691B39">
              <w:rPr>
                <w:rFonts w:ascii="Times New Roman" w:hAnsi="Times New Roman"/>
                <w:b/>
                <w:lang w:val="et-EE"/>
              </w:rPr>
              <w:t>tee</w:t>
            </w:r>
          </w:p>
          <w:p w14:paraId="7278CEFE" w14:textId="77777777" w:rsidR="002339E9" w:rsidRPr="002339E9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</w:p>
          <w:p w14:paraId="74101212" w14:textId="77777777" w:rsidR="002339E9" w:rsidRPr="00B72E9F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  <w:tr w:rsidR="002339E9" w:rsidRPr="000B2E35" w14:paraId="0E65D789" w14:textId="77777777" w:rsidTr="002339E9">
        <w:trPr>
          <w:trHeight w:val="415"/>
        </w:trPr>
        <w:tc>
          <w:tcPr>
            <w:tcW w:w="3227" w:type="dxa"/>
            <w:tcBorders>
              <w:top w:val="nil"/>
              <w:bottom w:val="single" w:sz="4" w:space="0" w:color="auto"/>
            </w:tcBorders>
          </w:tcPr>
          <w:p w14:paraId="015F6A0B" w14:textId="572E08EA" w:rsidR="002339E9" w:rsidRPr="008342C4" w:rsidRDefault="002339E9" w:rsidP="002339E9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3.1.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1E809A99" w14:textId="77777777" w:rsidR="002339E9" w:rsidRPr="000B2E35" w:rsidRDefault="002339E9" w:rsidP="002339E9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auto"/>
              <w:right w:val="single" w:sz="4" w:space="0" w:color="auto"/>
            </w:tcBorders>
          </w:tcPr>
          <w:p w14:paraId="740A5318" w14:textId="07E26F66" w:rsidR="002339E9" w:rsidRPr="00B72E9F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>90002:003:</w:t>
            </w:r>
            <w:r>
              <w:rPr>
                <w:rFonts w:ascii="Times New Roman" w:hAnsi="Times New Roman"/>
                <w:bCs/>
                <w:lang w:val="et-EE"/>
              </w:rPr>
              <w:t>1100</w:t>
            </w:r>
          </w:p>
          <w:p w14:paraId="4B22C5FD" w14:textId="496FE614" w:rsidR="002339E9" w:rsidRPr="00B72E9F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8876</w:t>
            </w:r>
            <w:r>
              <w:rPr>
                <w:rFonts w:ascii="Times New Roman" w:hAnsi="Times New Roman"/>
                <w:bCs/>
                <w:lang w:val="et-EE"/>
              </w:rPr>
              <w:t>7</w:t>
            </w:r>
            <w:r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101267EF" w14:textId="3BC98423" w:rsidR="002339E9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Pr="005E5641">
              <w:rPr>
                <w:rFonts w:ascii="Times New Roman" w:hAnsi="Times New Roman"/>
                <w:bCs/>
                <w:lang w:val="et-EE"/>
              </w:rPr>
              <w:t>1710</w:t>
            </w:r>
            <w:r>
              <w:rPr>
                <w:rFonts w:ascii="Times New Roman" w:hAnsi="Times New Roman"/>
                <w:bCs/>
                <w:lang w:val="et-EE"/>
              </w:rPr>
              <w:t>2</w:t>
            </w:r>
            <w:r w:rsidRPr="005E5641">
              <w:rPr>
                <w:rFonts w:ascii="Times New Roman" w:hAnsi="Times New Roman"/>
                <w:bCs/>
                <w:lang w:val="et-EE"/>
              </w:rPr>
              <w:t xml:space="preserve"> </w:t>
            </w:r>
            <w:r>
              <w:t xml:space="preserve"> </w:t>
            </w:r>
            <w:r w:rsidRPr="002339E9">
              <w:rPr>
                <w:rFonts w:ascii="Times New Roman" w:hAnsi="Times New Roman"/>
                <w:bCs/>
                <w:lang w:val="et-EE"/>
              </w:rPr>
              <w:t xml:space="preserve">Viru -Jaagupi - Simuna </w:t>
            </w:r>
            <w:r w:rsidRPr="00691B39"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2D29FA51" w14:textId="06ED653A" w:rsidR="002339E9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Pr="00691B39">
              <w:rPr>
                <w:rFonts w:ascii="Times New Roman" w:hAnsi="Times New Roman"/>
                <w:bCs/>
                <w:lang w:val="et-EE"/>
              </w:rPr>
              <w:t>KV</w:t>
            </w:r>
            <w:r>
              <w:rPr>
                <w:rFonts w:ascii="Times New Roman" w:hAnsi="Times New Roman"/>
                <w:bCs/>
                <w:lang w:val="et-EE"/>
              </w:rPr>
              <w:t>74367</w:t>
            </w:r>
          </w:p>
          <w:p w14:paraId="3E74BBA2" w14:textId="77777777" w:rsidR="002339E9" w:rsidRPr="00B72E9F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1F4F1743" w14:textId="2B98D564" w:rsidR="002339E9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>
              <w:rPr>
                <w:rFonts w:ascii="Times New Roman" w:hAnsi="Times New Roman"/>
                <w:bCs/>
                <w:lang w:val="et-EE"/>
              </w:rPr>
              <w:t>POS 1</w:t>
            </w:r>
            <w:r>
              <w:rPr>
                <w:rFonts w:ascii="Times New Roman" w:hAnsi="Times New Roman"/>
                <w:bCs/>
                <w:lang w:val="et-EE"/>
              </w:rPr>
              <w:t>,2,3,4,5,6</w:t>
            </w:r>
            <w:r>
              <w:rPr>
                <w:rFonts w:ascii="Times New Roman" w:hAnsi="Times New Roman"/>
                <w:bCs/>
                <w:lang w:val="et-EE"/>
              </w:rPr>
              <w:t xml:space="preserve"> ruumikuju 10753</w:t>
            </w:r>
            <w:r>
              <w:rPr>
                <w:rFonts w:ascii="Times New Roman" w:hAnsi="Times New Roman"/>
                <w:bCs/>
                <w:lang w:val="et-EE"/>
              </w:rPr>
              <w:t>43</w:t>
            </w:r>
          </w:p>
          <w:p w14:paraId="3EF97689" w14:textId="77579B25" w:rsidR="002339E9" w:rsidRPr="000B2E35" w:rsidRDefault="00051C28" w:rsidP="002339E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5" w:history="1">
              <w:r w:rsidRPr="00833B4E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https://pari.kataster.ee/magic-link/0e7db8e4-467a-415f-b517-e2e5d3d9d35d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46B7A5F1" w14:textId="77777777" w:rsidR="002339E9" w:rsidRPr="00B72E9F" w:rsidRDefault="002339E9" w:rsidP="002339E9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86D" w14:textId="77777777" w:rsidR="00145098" w:rsidRDefault="00145098">
      <w:r>
        <w:separator/>
      </w:r>
    </w:p>
  </w:endnote>
  <w:endnote w:type="continuationSeparator" w:id="0">
    <w:p w14:paraId="0ED9C467" w14:textId="77777777" w:rsidR="00145098" w:rsidRDefault="00145098">
      <w:r>
        <w:continuationSeparator/>
      </w:r>
    </w:p>
  </w:endnote>
  <w:endnote w:type="continuationNotice" w:id="1">
    <w:p w14:paraId="4ACF4720" w14:textId="77777777" w:rsidR="00145098" w:rsidRDefault="0014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2F1B" w14:textId="77777777" w:rsidR="00145098" w:rsidRDefault="00145098">
      <w:r>
        <w:separator/>
      </w:r>
    </w:p>
  </w:footnote>
  <w:footnote w:type="continuationSeparator" w:id="0">
    <w:p w14:paraId="3833BB61" w14:textId="77777777" w:rsidR="00145098" w:rsidRDefault="00145098">
      <w:r>
        <w:continuationSeparator/>
      </w:r>
    </w:p>
  </w:footnote>
  <w:footnote w:type="continuationNotice" w:id="1">
    <w:p w14:paraId="5B841962" w14:textId="77777777" w:rsidR="00145098" w:rsidRDefault="001450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51C28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339E9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5E564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B0407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55D77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09dd8294-9a6e-4a2e-ad09-f1c997d1067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0e7db8e4-467a-415f-b517-e2e5d3d9d35d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0cf71421-0114-4e0e-a0cc-674117225838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412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2026-01-21T11:19:00Z</dcterms:created>
  <dcterms:modified xsi:type="dcterms:W3CDTF">2026-01-21T11:19:00Z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